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217" w:rsidRDefault="00085217" w:rsidP="00950440">
      <w:pPr>
        <w:pStyle w:val="ConsPlusNonformat"/>
        <w:jc w:val="both"/>
      </w:pPr>
      <w:r>
        <w:t xml:space="preserve">                                УВЕДОМЛЕНИЕ</w:t>
      </w:r>
    </w:p>
    <w:p w:rsidR="00085217" w:rsidRDefault="00085217" w:rsidP="00950440">
      <w:pPr>
        <w:pStyle w:val="ConsPlusNonformat"/>
        <w:jc w:val="both"/>
      </w:pPr>
      <w:r>
        <w:t xml:space="preserve">               об обсуждении идеи (концепции) предлагаемого</w:t>
      </w:r>
    </w:p>
    <w:p w:rsidR="00085217" w:rsidRDefault="00085217" w:rsidP="00950440">
      <w:pPr>
        <w:pStyle w:val="ConsPlusNonformat"/>
        <w:jc w:val="both"/>
      </w:pPr>
      <w:r>
        <w:t xml:space="preserve">                          правового регулирования</w:t>
      </w:r>
    </w:p>
    <w:p w:rsidR="00085217" w:rsidRDefault="00085217" w:rsidP="00950440">
      <w:pPr>
        <w:pStyle w:val="ConsPlusNonformat"/>
        <w:jc w:val="both"/>
        <w:outlineLvl w:val="0"/>
      </w:pPr>
    </w:p>
    <w:p w:rsidR="00085217" w:rsidRDefault="00085217" w:rsidP="00950440">
      <w:pPr>
        <w:pStyle w:val="ConsPlusNonformat"/>
        <w:jc w:val="both"/>
      </w:pPr>
      <w:r>
        <w:t xml:space="preserve">    Настоящим </w:t>
      </w:r>
      <w:r w:rsidRPr="00950440">
        <w:rPr>
          <w:u w:val="single"/>
        </w:rPr>
        <w:t>Департамент лесного комплекса Тюменской области</w:t>
      </w:r>
    </w:p>
    <w:p w:rsidR="00085217" w:rsidRDefault="00085217" w:rsidP="00950440">
      <w:pPr>
        <w:pStyle w:val="ConsPlusNonformat"/>
        <w:jc w:val="both"/>
      </w:pPr>
      <w:r>
        <w:t xml:space="preserve">                          (наименование органа-разработчика)</w:t>
      </w:r>
    </w:p>
    <w:p w:rsidR="00085217" w:rsidRDefault="00085217" w:rsidP="00950440">
      <w:pPr>
        <w:pStyle w:val="ConsPlusNonformat"/>
        <w:jc w:val="both"/>
      </w:pPr>
      <w:r>
        <w:t>извещает  о  начале  обсуждения  идеи  (концепции)  предлагаемого правового</w:t>
      </w:r>
    </w:p>
    <w:p w:rsidR="00085217" w:rsidRDefault="00085217" w:rsidP="00950440">
      <w:pPr>
        <w:pStyle w:val="ConsPlusNonformat"/>
        <w:jc w:val="both"/>
      </w:pPr>
      <w:r>
        <w:t>регулирования и сборе предложений заинтересованных лиц.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 xml:space="preserve">    Предложения принимаются по адресу: ул. Первомайская, 34/1, г. Тюмень, 625004,</w:t>
      </w:r>
    </w:p>
    <w:p w:rsidR="00085217" w:rsidRDefault="00085217" w:rsidP="00950440">
      <w:pPr>
        <w:pStyle w:val="ConsPlusNonformat"/>
        <w:jc w:val="both"/>
      </w:pPr>
      <w:r>
        <w:t xml:space="preserve">а также по адресу электронной почты: </w:t>
      </w:r>
      <w:r>
        <w:rPr>
          <w:lang w:val="en-US"/>
        </w:rPr>
        <w:t>DLK</w:t>
      </w:r>
      <w:r w:rsidRPr="00950440">
        <w:t>_</w:t>
      </w:r>
      <w:r>
        <w:rPr>
          <w:lang w:val="en-US"/>
        </w:rPr>
        <w:t>TO</w:t>
      </w:r>
      <w:r w:rsidRPr="00950440">
        <w:t>@72</w:t>
      </w:r>
      <w:r>
        <w:rPr>
          <w:lang w:val="en-US"/>
        </w:rPr>
        <w:t>to</w:t>
      </w:r>
      <w:r w:rsidRPr="00950440">
        <w:t>.</w:t>
      </w:r>
      <w:r>
        <w:rPr>
          <w:lang w:val="en-US"/>
        </w:rPr>
        <w:t>ru</w:t>
      </w:r>
      <w:r>
        <w:t>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 xml:space="preserve">    При    направлении    предложений    укажите   контактную   информацию:</w:t>
      </w:r>
    </w:p>
    <w:p w:rsidR="00085217" w:rsidRDefault="00085217" w:rsidP="00950440">
      <w:pPr>
        <w:pStyle w:val="ConsPlusNonformat"/>
        <w:jc w:val="both"/>
      </w:pPr>
      <w:r>
        <w:t>наименование  органа,  организации/Ф.И.О.  индивидуального предпринимателя,</w:t>
      </w:r>
    </w:p>
    <w:p w:rsidR="00085217" w:rsidRDefault="00085217" w:rsidP="00950440">
      <w:pPr>
        <w:pStyle w:val="ConsPlusNonformat"/>
        <w:jc w:val="both"/>
      </w:pPr>
      <w:r>
        <w:t>сфера  деятельности,  контактное  лицо,  номер  телефона, адрес электронной</w:t>
      </w:r>
    </w:p>
    <w:p w:rsidR="00085217" w:rsidRDefault="00085217" w:rsidP="00950440">
      <w:pPr>
        <w:pStyle w:val="ConsPlusNonformat"/>
        <w:jc w:val="both"/>
      </w:pPr>
      <w:r>
        <w:t>почты.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 xml:space="preserve">    Сроки приема предложений: до 28 июля 2017 года.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 xml:space="preserve">    Все  поступившие в указанный срок предложения будут рассмотрены. Сводка</w:t>
      </w:r>
    </w:p>
    <w:p w:rsidR="00085217" w:rsidRDefault="00085217" w:rsidP="00950440">
      <w:pPr>
        <w:pStyle w:val="ConsPlusNonformat"/>
        <w:jc w:val="both"/>
      </w:pPr>
      <w:r>
        <w:t>предложений  будет размещена на Официальном портале органов государственной</w:t>
      </w:r>
    </w:p>
    <w:p w:rsidR="00085217" w:rsidRDefault="00085217" w:rsidP="00950440">
      <w:pPr>
        <w:pStyle w:val="ConsPlusNonformat"/>
        <w:jc w:val="both"/>
      </w:pPr>
      <w:r>
        <w:t>власти Тюменской области не позднее 25 августа 2017 года.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>1.  Описание  проблемы, на решение которой направлено предлагаемое правовое</w:t>
      </w:r>
    </w:p>
    <w:p w:rsidR="00085217" w:rsidRDefault="00085217" w:rsidP="00950440">
      <w:pPr>
        <w:pStyle w:val="ConsPlusNonformat"/>
        <w:jc w:val="both"/>
      </w:pPr>
      <w:r>
        <w:t>регулирование: организация деятельности пунктов приема, переработки и отгрузки древесины в Тюменской области.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>2. Цели и краткое описание предлагаемого правового регулирования:</w:t>
      </w:r>
    </w:p>
    <w:p w:rsidR="00085217" w:rsidRDefault="00085217" w:rsidP="00950440">
      <w:pPr>
        <w:pStyle w:val="ConsPlusNonformat"/>
        <w:jc w:val="both"/>
      </w:pPr>
      <w:r>
        <w:t>Цель: систематизация работы и организация порядка деятельности пунктов приема, переработки и отгрузки древесины в Тюменской области.</w:t>
      </w:r>
    </w:p>
    <w:p w:rsidR="00085217" w:rsidRDefault="00085217" w:rsidP="00950440">
      <w:pPr>
        <w:pStyle w:val="ConsPlusNonformat"/>
        <w:jc w:val="both"/>
      </w:pPr>
      <w:r>
        <w:t>Нормативным правовым актом будут установлены требования к организации деятельности пунктов приема, переработки и отгрузки древесины. На юридических лиц, индивидуальных предпринимателей будет возложена обязанность по постановке на учет пунктов приема, переработки и отгрузки древесины, регистрации принимаемой, перерабатываемой и отгружаемой древесины в пунктах приема, переработки и отгрузки древесины.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>3. Обоснование необходимости введения предлагаемого правового регулирования</w:t>
      </w:r>
    </w:p>
    <w:p w:rsidR="00085217" w:rsidRDefault="00085217" w:rsidP="00950440">
      <w:pPr>
        <w:pStyle w:val="ConsPlusNonformat"/>
        <w:jc w:val="both"/>
      </w:pPr>
      <w:r>
        <w:t>в данной области:</w:t>
      </w:r>
    </w:p>
    <w:p w:rsidR="00085217" w:rsidRDefault="00085217" w:rsidP="008E1A56">
      <w:pPr>
        <w:pStyle w:val="ConsPlusNonformat"/>
        <w:jc w:val="both"/>
      </w:pPr>
      <w:r>
        <w:t>- Отсутствие нормативных правовых актов, устанавливающих требования к организации деятельности пунктов, переработки и отгрузки древесины.</w:t>
      </w:r>
    </w:p>
    <w:p w:rsidR="00085217" w:rsidRDefault="00085217" w:rsidP="008E1A56">
      <w:pPr>
        <w:pStyle w:val="ConsPlusNonformat"/>
        <w:jc w:val="both"/>
      </w:pPr>
      <w:r>
        <w:t>- Отсутствие достоверных сведений о количестве пунктов приема, переработки и отгрузки древесины в Тюменской области, как следствие, ненадлежащий контроль за их деятельностью.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>4.   Планируемый   срок   вступления   в   силу   предлагаемого   правового</w:t>
      </w:r>
    </w:p>
    <w:p w:rsidR="00085217" w:rsidRDefault="00085217" w:rsidP="00950440">
      <w:pPr>
        <w:pStyle w:val="ConsPlusNonformat"/>
        <w:jc w:val="both"/>
      </w:pPr>
      <w:r>
        <w:t>регулирования:</w:t>
      </w:r>
    </w:p>
    <w:p w:rsidR="00085217" w:rsidRDefault="00085217" w:rsidP="00950440">
      <w:pPr>
        <w:pStyle w:val="ConsPlusNonformat"/>
        <w:jc w:val="both"/>
      </w:pPr>
      <w:r>
        <w:t>2018</w:t>
      </w:r>
      <w:bookmarkStart w:id="0" w:name="_GoBack"/>
      <w:bookmarkEnd w:id="0"/>
      <w:r>
        <w:t xml:space="preserve"> год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>5.  Сведения  о  необходимости  или  отсутствии  необходимости установления</w:t>
      </w:r>
    </w:p>
    <w:p w:rsidR="00085217" w:rsidRDefault="00085217" w:rsidP="00950440">
      <w:pPr>
        <w:pStyle w:val="ConsPlusNonformat"/>
        <w:jc w:val="both"/>
      </w:pPr>
      <w:r>
        <w:t>переходного периода:</w:t>
      </w:r>
    </w:p>
    <w:p w:rsidR="00085217" w:rsidRDefault="00085217" w:rsidP="00950440">
      <w:pPr>
        <w:pStyle w:val="ConsPlusNonformat"/>
        <w:jc w:val="both"/>
      </w:pPr>
      <w:r>
        <w:t>необходимость в установлении переходного периода отсутствует</w:t>
      </w:r>
    </w:p>
    <w:p w:rsidR="00085217" w:rsidRDefault="00085217" w:rsidP="00950440">
      <w:pPr>
        <w:pStyle w:val="ConsPlusNonformat"/>
        <w:jc w:val="both"/>
      </w:pPr>
    </w:p>
    <w:p w:rsidR="00085217" w:rsidRDefault="00085217" w:rsidP="00950440">
      <w:pPr>
        <w:pStyle w:val="ConsPlusNonformat"/>
        <w:jc w:val="both"/>
      </w:pPr>
      <w:r>
        <w:t>Приложение:</w:t>
      </w:r>
    </w:p>
    <w:p w:rsidR="00085217" w:rsidRDefault="00085217" w:rsidP="00950440">
      <w:pPr>
        <w:pStyle w:val="ConsPlusNonformat"/>
        <w:jc w:val="both"/>
      </w:pPr>
      <w:r>
        <w:t>___________________________________________________________________________</w:t>
      </w:r>
    </w:p>
    <w:p w:rsidR="00085217" w:rsidRDefault="00085217" w:rsidP="00950440">
      <w:pPr>
        <w:pStyle w:val="ConsPlusNonformat"/>
        <w:jc w:val="both"/>
      </w:pPr>
      <w:r>
        <w:t xml:space="preserve">   (при наличии - иная информация, материалы, которые позволяют оценить</w:t>
      </w:r>
    </w:p>
    <w:p w:rsidR="00085217" w:rsidRDefault="00085217" w:rsidP="00950440">
      <w:pPr>
        <w:pStyle w:val="ConsPlusNonformat"/>
        <w:jc w:val="both"/>
      </w:pPr>
      <w:r>
        <w:t xml:space="preserve">       необходимость введения предлагаемого правового регулирования)</w:t>
      </w:r>
    </w:p>
    <w:p w:rsidR="00085217" w:rsidRDefault="00085217"/>
    <w:sectPr w:rsidR="00085217" w:rsidSect="005962A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440"/>
    <w:rsid w:val="00000F2A"/>
    <w:rsid w:val="000027BF"/>
    <w:rsid w:val="00002DC3"/>
    <w:rsid w:val="00003693"/>
    <w:rsid w:val="000039FB"/>
    <w:rsid w:val="00004AF0"/>
    <w:rsid w:val="000053B3"/>
    <w:rsid w:val="000055E2"/>
    <w:rsid w:val="00006DCC"/>
    <w:rsid w:val="000112D9"/>
    <w:rsid w:val="00011756"/>
    <w:rsid w:val="000133DD"/>
    <w:rsid w:val="000134E6"/>
    <w:rsid w:val="00013868"/>
    <w:rsid w:val="00013D20"/>
    <w:rsid w:val="00014FE6"/>
    <w:rsid w:val="000158B5"/>
    <w:rsid w:val="00015B55"/>
    <w:rsid w:val="000162A5"/>
    <w:rsid w:val="00016F76"/>
    <w:rsid w:val="000200CE"/>
    <w:rsid w:val="0002066F"/>
    <w:rsid w:val="000250DE"/>
    <w:rsid w:val="0002526D"/>
    <w:rsid w:val="00031C68"/>
    <w:rsid w:val="00031EE3"/>
    <w:rsid w:val="00033058"/>
    <w:rsid w:val="000351CF"/>
    <w:rsid w:val="00036A7C"/>
    <w:rsid w:val="0003721A"/>
    <w:rsid w:val="00037EDA"/>
    <w:rsid w:val="00040319"/>
    <w:rsid w:val="000413B4"/>
    <w:rsid w:val="0004319D"/>
    <w:rsid w:val="000454EE"/>
    <w:rsid w:val="00053AE6"/>
    <w:rsid w:val="000543D8"/>
    <w:rsid w:val="000549D0"/>
    <w:rsid w:val="00054E69"/>
    <w:rsid w:val="00054FDB"/>
    <w:rsid w:val="000552C1"/>
    <w:rsid w:val="000552D5"/>
    <w:rsid w:val="00062CD9"/>
    <w:rsid w:val="00062F3A"/>
    <w:rsid w:val="00063D92"/>
    <w:rsid w:val="00063FBF"/>
    <w:rsid w:val="00064F0D"/>
    <w:rsid w:val="00065A88"/>
    <w:rsid w:val="0006687C"/>
    <w:rsid w:val="00067384"/>
    <w:rsid w:val="000702AF"/>
    <w:rsid w:val="00070761"/>
    <w:rsid w:val="00070778"/>
    <w:rsid w:val="000707B6"/>
    <w:rsid w:val="000709F4"/>
    <w:rsid w:val="00073540"/>
    <w:rsid w:val="0007481D"/>
    <w:rsid w:val="0007590A"/>
    <w:rsid w:val="00076BC5"/>
    <w:rsid w:val="0007767E"/>
    <w:rsid w:val="00077D5F"/>
    <w:rsid w:val="000823AA"/>
    <w:rsid w:val="000832FE"/>
    <w:rsid w:val="00083D40"/>
    <w:rsid w:val="00085217"/>
    <w:rsid w:val="00086F09"/>
    <w:rsid w:val="00087241"/>
    <w:rsid w:val="0009050D"/>
    <w:rsid w:val="000917BC"/>
    <w:rsid w:val="00092882"/>
    <w:rsid w:val="000931A0"/>
    <w:rsid w:val="00094564"/>
    <w:rsid w:val="00094853"/>
    <w:rsid w:val="00094E65"/>
    <w:rsid w:val="00096351"/>
    <w:rsid w:val="000A02CB"/>
    <w:rsid w:val="000A0FDC"/>
    <w:rsid w:val="000A23E6"/>
    <w:rsid w:val="000A279A"/>
    <w:rsid w:val="000A29C0"/>
    <w:rsid w:val="000A2BE4"/>
    <w:rsid w:val="000A3BEE"/>
    <w:rsid w:val="000A4BC3"/>
    <w:rsid w:val="000A503B"/>
    <w:rsid w:val="000A5B12"/>
    <w:rsid w:val="000A673C"/>
    <w:rsid w:val="000A6A2D"/>
    <w:rsid w:val="000A7DD7"/>
    <w:rsid w:val="000B0E6A"/>
    <w:rsid w:val="000B1D6E"/>
    <w:rsid w:val="000B1E48"/>
    <w:rsid w:val="000B3A34"/>
    <w:rsid w:val="000B3A9D"/>
    <w:rsid w:val="000B56A2"/>
    <w:rsid w:val="000B5C03"/>
    <w:rsid w:val="000B6DBA"/>
    <w:rsid w:val="000B6F2D"/>
    <w:rsid w:val="000B7792"/>
    <w:rsid w:val="000C124A"/>
    <w:rsid w:val="000C13A4"/>
    <w:rsid w:val="000C26A5"/>
    <w:rsid w:val="000C2ED9"/>
    <w:rsid w:val="000C3064"/>
    <w:rsid w:val="000C4FB3"/>
    <w:rsid w:val="000C646D"/>
    <w:rsid w:val="000C6866"/>
    <w:rsid w:val="000C6C82"/>
    <w:rsid w:val="000C6E7F"/>
    <w:rsid w:val="000C739E"/>
    <w:rsid w:val="000C79B1"/>
    <w:rsid w:val="000C7D57"/>
    <w:rsid w:val="000C7FA2"/>
    <w:rsid w:val="000D0DD2"/>
    <w:rsid w:val="000D381F"/>
    <w:rsid w:val="000E034B"/>
    <w:rsid w:val="000E1128"/>
    <w:rsid w:val="000E481A"/>
    <w:rsid w:val="000E4E09"/>
    <w:rsid w:val="000E5B54"/>
    <w:rsid w:val="000E769B"/>
    <w:rsid w:val="000E786B"/>
    <w:rsid w:val="000F13D2"/>
    <w:rsid w:val="000F1550"/>
    <w:rsid w:val="000F227C"/>
    <w:rsid w:val="000F261B"/>
    <w:rsid w:val="000F55BA"/>
    <w:rsid w:val="000F5BE2"/>
    <w:rsid w:val="000F63CD"/>
    <w:rsid w:val="00100FBE"/>
    <w:rsid w:val="00101B8B"/>
    <w:rsid w:val="001020EA"/>
    <w:rsid w:val="00105F44"/>
    <w:rsid w:val="00110163"/>
    <w:rsid w:val="0011203A"/>
    <w:rsid w:val="00116114"/>
    <w:rsid w:val="00116436"/>
    <w:rsid w:val="00116FEC"/>
    <w:rsid w:val="00117A7F"/>
    <w:rsid w:val="001202A9"/>
    <w:rsid w:val="00120C0D"/>
    <w:rsid w:val="00123176"/>
    <w:rsid w:val="00123588"/>
    <w:rsid w:val="0012627F"/>
    <w:rsid w:val="00127273"/>
    <w:rsid w:val="00130DB4"/>
    <w:rsid w:val="00130FC3"/>
    <w:rsid w:val="001325F7"/>
    <w:rsid w:val="00132B4B"/>
    <w:rsid w:val="001375B3"/>
    <w:rsid w:val="0013773E"/>
    <w:rsid w:val="00141723"/>
    <w:rsid w:val="00142152"/>
    <w:rsid w:val="0014215A"/>
    <w:rsid w:val="00142B44"/>
    <w:rsid w:val="0014485E"/>
    <w:rsid w:val="00144EC5"/>
    <w:rsid w:val="00144FEA"/>
    <w:rsid w:val="00151FA9"/>
    <w:rsid w:val="00152081"/>
    <w:rsid w:val="00152605"/>
    <w:rsid w:val="001529FA"/>
    <w:rsid w:val="00157EDC"/>
    <w:rsid w:val="0016223C"/>
    <w:rsid w:val="00162A51"/>
    <w:rsid w:val="00162ABA"/>
    <w:rsid w:val="00163111"/>
    <w:rsid w:val="00163EFA"/>
    <w:rsid w:val="00165890"/>
    <w:rsid w:val="00165BA8"/>
    <w:rsid w:val="00165F40"/>
    <w:rsid w:val="001665B2"/>
    <w:rsid w:val="00166CD6"/>
    <w:rsid w:val="00167296"/>
    <w:rsid w:val="0017112C"/>
    <w:rsid w:val="0017121A"/>
    <w:rsid w:val="00173D5E"/>
    <w:rsid w:val="001740C8"/>
    <w:rsid w:val="00175F8E"/>
    <w:rsid w:val="00176E6A"/>
    <w:rsid w:val="00181B37"/>
    <w:rsid w:val="00182794"/>
    <w:rsid w:val="001830E2"/>
    <w:rsid w:val="00183624"/>
    <w:rsid w:val="0018575C"/>
    <w:rsid w:val="001906C0"/>
    <w:rsid w:val="0019100D"/>
    <w:rsid w:val="001932DA"/>
    <w:rsid w:val="001935F9"/>
    <w:rsid w:val="00194A41"/>
    <w:rsid w:val="0019683D"/>
    <w:rsid w:val="00196A99"/>
    <w:rsid w:val="001A3C37"/>
    <w:rsid w:val="001A51E2"/>
    <w:rsid w:val="001A7828"/>
    <w:rsid w:val="001B15EE"/>
    <w:rsid w:val="001B1C37"/>
    <w:rsid w:val="001B1DBD"/>
    <w:rsid w:val="001B2EEE"/>
    <w:rsid w:val="001B372D"/>
    <w:rsid w:val="001B452A"/>
    <w:rsid w:val="001C2C8C"/>
    <w:rsid w:val="001C35A7"/>
    <w:rsid w:val="001C4CB6"/>
    <w:rsid w:val="001C5623"/>
    <w:rsid w:val="001C65DE"/>
    <w:rsid w:val="001C76D4"/>
    <w:rsid w:val="001D0C41"/>
    <w:rsid w:val="001D164F"/>
    <w:rsid w:val="001D1839"/>
    <w:rsid w:val="001D23A9"/>
    <w:rsid w:val="001D5231"/>
    <w:rsid w:val="001D5882"/>
    <w:rsid w:val="001D66A2"/>
    <w:rsid w:val="001D6B02"/>
    <w:rsid w:val="001D79F9"/>
    <w:rsid w:val="001D7F8C"/>
    <w:rsid w:val="001E000C"/>
    <w:rsid w:val="001E0840"/>
    <w:rsid w:val="001E0DC8"/>
    <w:rsid w:val="001E0E0E"/>
    <w:rsid w:val="001E1BCA"/>
    <w:rsid w:val="001E1CC6"/>
    <w:rsid w:val="001E1EF4"/>
    <w:rsid w:val="001E2790"/>
    <w:rsid w:val="001E3B76"/>
    <w:rsid w:val="001E3C2C"/>
    <w:rsid w:val="001E4015"/>
    <w:rsid w:val="001E42B8"/>
    <w:rsid w:val="001E451B"/>
    <w:rsid w:val="001E47C3"/>
    <w:rsid w:val="001E7949"/>
    <w:rsid w:val="001E7D2C"/>
    <w:rsid w:val="001F0803"/>
    <w:rsid w:val="001F4FE3"/>
    <w:rsid w:val="001F5FE5"/>
    <w:rsid w:val="001F67F2"/>
    <w:rsid w:val="001F6D98"/>
    <w:rsid w:val="001F75E9"/>
    <w:rsid w:val="001F7985"/>
    <w:rsid w:val="001F7A84"/>
    <w:rsid w:val="00200022"/>
    <w:rsid w:val="0020010C"/>
    <w:rsid w:val="00201880"/>
    <w:rsid w:val="00201B40"/>
    <w:rsid w:val="002028C4"/>
    <w:rsid w:val="00202DD8"/>
    <w:rsid w:val="00202E36"/>
    <w:rsid w:val="002040BA"/>
    <w:rsid w:val="00205F22"/>
    <w:rsid w:val="0021021B"/>
    <w:rsid w:val="002102C3"/>
    <w:rsid w:val="00210A96"/>
    <w:rsid w:val="002118A2"/>
    <w:rsid w:val="002121DE"/>
    <w:rsid w:val="00215DC2"/>
    <w:rsid w:val="002212C8"/>
    <w:rsid w:val="00221CAD"/>
    <w:rsid w:val="00223E51"/>
    <w:rsid w:val="002253E7"/>
    <w:rsid w:val="00226752"/>
    <w:rsid w:val="002276B6"/>
    <w:rsid w:val="00230E17"/>
    <w:rsid w:val="002322E4"/>
    <w:rsid w:val="00241421"/>
    <w:rsid w:val="002420CC"/>
    <w:rsid w:val="00242523"/>
    <w:rsid w:val="00242E01"/>
    <w:rsid w:val="00242E4B"/>
    <w:rsid w:val="0024383E"/>
    <w:rsid w:val="00245453"/>
    <w:rsid w:val="00246356"/>
    <w:rsid w:val="00247A53"/>
    <w:rsid w:val="0025303B"/>
    <w:rsid w:val="002548E8"/>
    <w:rsid w:val="00257891"/>
    <w:rsid w:val="00257943"/>
    <w:rsid w:val="002601CD"/>
    <w:rsid w:val="00260691"/>
    <w:rsid w:val="002608D3"/>
    <w:rsid w:val="00264BD8"/>
    <w:rsid w:val="00265190"/>
    <w:rsid w:val="00265C5B"/>
    <w:rsid w:val="00270BA2"/>
    <w:rsid w:val="0027157D"/>
    <w:rsid w:val="00271E46"/>
    <w:rsid w:val="0027357E"/>
    <w:rsid w:val="002748DC"/>
    <w:rsid w:val="00274D7E"/>
    <w:rsid w:val="00276A03"/>
    <w:rsid w:val="00276A1C"/>
    <w:rsid w:val="0028063C"/>
    <w:rsid w:val="00280AFB"/>
    <w:rsid w:val="00280F55"/>
    <w:rsid w:val="002833A7"/>
    <w:rsid w:val="002836DE"/>
    <w:rsid w:val="00283BEA"/>
    <w:rsid w:val="00284804"/>
    <w:rsid w:val="0028606F"/>
    <w:rsid w:val="00291431"/>
    <w:rsid w:val="00292032"/>
    <w:rsid w:val="00293894"/>
    <w:rsid w:val="00293EA6"/>
    <w:rsid w:val="0029557E"/>
    <w:rsid w:val="0029615B"/>
    <w:rsid w:val="002A0238"/>
    <w:rsid w:val="002A1A7E"/>
    <w:rsid w:val="002A1B4B"/>
    <w:rsid w:val="002A2E47"/>
    <w:rsid w:val="002A5589"/>
    <w:rsid w:val="002B11F3"/>
    <w:rsid w:val="002B2207"/>
    <w:rsid w:val="002B32AB"/>
    <w:rsid w:val="002B3B70"/>
    <w:rsid w:val="002B41A2"/>
    <w:rsid w:val="002B5027"/>
    <w:rsid w:val="002B5978"/>
    <w:rsid w:val="002C09CA"/>
    <w:rsid w:val="002C1672"/>
    <w:rsid w:val="002C46F5"/>
    <w:rsid w:val="002D0D05"/>
    <w:rsid w:val="002D4F1C"/>
    <w:rsid w:val="002D62B4"/>
    <w:rsid w:val="002D6650"/>
    <w:rsid w:val="002E12AB"/>
    <w:rsid w:val="002E1492"/>
    <w:rsid w:val="002E2FFA"/>
    <w:rsid w:val="002E537A"/>
    <w:rsid w:val="002E61FB"/>
    <w:rsid w:val="002E67DE"/>
    <w:rsid w:val="002E747E"/>
    <w:rsid w:val="002F252F"/>
    <w:rsid w:val="002F2AB7"/>
    <w:rsid w:val="002F3447"/>
    <w:rsid w:val="002F3ACD"/>
    <w:rsid w:val="002F4926"/>
    <w:rsid w:val="002F5F92"/>
    <w:rsid w:val="002F729C"/>
    <w:rsid w:val="003000E4"/>
    <w:rsid w:val="00302754"/>
    <w:rsid w:val="00304387"/>
    <w:rsid w:val="00306DC0"/>
    <w:rsid w:val="0031016A"/>
    <w:rsid w:val="00312F6F"/>
    <w:rsid w:val="003148ED"/>
    <w:rsid w:val="00314D76"/>
    <w:rsid w:val="00315C12"/>
    <w:rsid w:val="003163B9"/>
    <w:rsid w:val="00320623"/>
    <w:rsid w:val="00320BA0"/>
    <w:rsid w:val="00322EF0"/>
    <w:rsid w:val="0032534E"/>
    <w:rsid w:val="00330FF3"/>
    <w:rsid w:val="003328F6"/>
    <w:rsid w:val="003329F7"/>
    <w:rsid w:val="003340E8"/>
    <w:rsid w:val="00334EE5"/>
    <w:rsid w:val="003351F8"/>
    <w:rsid w:val="00335AC0"/>
    <w:rsid w:val="003360EE"/>
    <w:rsid w:val="00337348"/>
    <w:rsid w:val="00342939"/>
    <w:rsid w:val="00343754"/>
    <w:rsid w:val="003439EC"/>
    <w:rsid w:val="00344D17"/>
    <w:rsid w:val="00347132"/>
    <w:rsid w:val="003508BF"/>
    <w:rsid w:val="003524AE"/>
    <w:rsid w:val="00352EA6"/>
    <w:rsid w:val="0035320E"/>
    <w:rsid w:val="00353AEF"/>
    <w:rsid w:val="0035509C"/>
    <w:rsid w:val="00355BAE"/>
    <w:rsid w:val="0035690A"/>
    <w:rsid w:val="00360B38"/>
    <w:rsid w:val="0036371C"/>
    <w:rsid w:val="0036532F"/>
    <w:rsid w:val="00365842"/>
    <w:rsid w:val="00366A31"/>
    <w:rsid w:val="003704E6"/>
    <w:rsid w:val="003708A9"/>
    <w:rsid w:val="00370A18"/>
    <w:rsid w:val="00370E4D"/>
    <w:rsid w:val="00371FF2"/>
    <w:rsid w:val="00373BC1"/>
    <w:rsid w:val="003742ED"/>
    <w:rsid w:val="00374E35"/>
    <w:rsid w:val="0037531A"/>
    <w:rsid w:val="003753A5"/>
    <w:rsid w:val="00375619"/>
    <w:rsid w:val="00376EC3"/>
    <w:rsid w:val="0037774E"/>
    <w:rsid w:val="0038534F"/>
    <w:rsid w:val="003855E0"/>
    <w:rsid w:val="00385B8E"/>
    <w:rsid w:val="00386BB3"/>
    <w:rsid w:val="00387307"/>
    <w:rsid w:val="0039198C"/>
    <w:rsid w:val="00392EF6"/>
    <w:rsid w:val="00393A92"/>
    <w:rsid w:val="003943E2"/>
    <w:rsid w:val="00394716"/>
    <w:rsid w:val="00394821"/>
    <w:rsid w:val="00395DC5"/>
    <w:rsid w:val="003961D0"/>
    <w:rsid w:val="0039646A"/>
    <w:rsid w:val="0039733F"/>
    <w:rsid w:val="003A0675"/>
    <w:rsid w:val="003A0846"/>
    <w:rsid w:val="003A4FC8"/>
    <w:rsid w:val="003A5350"/>
    <w:rsid w:val="003A57A7"/>
    <w:rsid w:val="003A593C"/>
    <w:rsid w:val="003B0328"/>
    <w:rsid w:val="003B5153"/>
    <w:rsid w:val="003B73B7"/>
    <w:rsid w:val="003C0543"/>
    <w:rsid w:val="003C10D3"/>
    <w:rsid w:val="003C2197"/>
    <w:rsid w:val="003C3518"/>
    <w:rsid w:val="003C3B7D"/>
    <w:rsid w:val="003C6A22"/>
    <w:rsid w:val="003C72E3"/>
    <w:rsid w:val="003D03B5"/>
    <w:rsid w:val="003D1F03"/>
    <w:rsid w:val="003D30A8"/>
    <w:rsid w:val="003D375F"/>
    <w:rsid w:val="003D3883"/>
    <w:rsid w:val="003D5F8A"/>
    <w:rsid w:val="003D612D"/>
    <w:rsid w:val="003D7FA8"/>
    <w:rsid w:val="003E0C2E"/>
    <w:rsid w:val="003E11FA"/>
    <w:rsid w:val="003E1B76"/>
    <w:rsid w:val="003E672A"/>
    <w:rsid w:val="003E7394"/>
    <w:rsid w:val="003E7984"/>
    <w:rsid w:val="003F175D"/>
    <w:rsid w:val="003F1D42"/>
    <w:rsid w:val="003F2148"/>
    <w:rsid w:val="003F3279"/>
    <w:rsid w:val="003F376A"/>
    <w:rsid w:val="003F3AA8"/>
    <w:rsid w:val="003F5493"/>
    <w:rsid w:val="003F6622"/>
    <w:rsid w:val="003F68F0"/>
    <w:rsid w:val="004010D5"/>
    <w:rsid w:val="004045A9"/>
    <w:rsid w:val="004045C7"/>
    <w:rsid w:val="00405332"/>
    <w:rsid w:val="004057F5"/>
    <w:rsid w:val="00407F05"/>
    <w:rsid w:val="00410034"/>
    <w:rsid w:val="004146D6"/>
    <w:rsid w:val="004161D4"/>
    <w:rsid w:val="00416D56"/>
    <w:rsid w:val="00417B3B"/>
    <w:rsid w:val="00421179"/>
    <w:rsid w:val="00422C38"/>
    <w:rsid w:val="00423DA3"/>
    <w:rsid w:val="0042658A"/>
    <w:rsid w:val="00426D4F"/>
    <w:rsid w:val="00430245"/>
    <w:rsid w:val="00433BA0"/>
    <w:rsid w:val="00433FFC"/>
    <w:rsid w:val="00435D44"/>
    <w:rsid w:val="00436C9E"/>
    <w:rsid w:val="00441D13"/>
    <w:rsid w:val="004442F2"/>
    <w:rsid w:val="0044557F"/>
    <w:rsid w:val="0045350F"/>
    <w:rsid w:val="00455C40"/>
    <w:rsid w:val="004604C5"/>
    <w:rsid w:val="00460EB4"/>
    <w:rsid w:val="004612EF"/>
    <w:rsid w:val="00462B6F"/>
    <w:rsid w:val="0046440C"/>
    <w:rsid w:val="00464B1D"/>
    <w:rsid w:val="00464E3F"/>
    <w:rsid w:val="004651A5"/>
    <w:rsid w:val="00466FBE"/>
    <w:rsid w:val="00466FC2"/>
    <w:rsid w:val="00471D1C"/>
    <w:rsid w:val="0047446E"/>
    <w:rsid w:val="00474CF4"/>
    <w:rsid w:val="00477C26"/>
    <w:rsid w:val="004815EC"/>
    <w:rsid w:val="00482B58"/>
    <w:rsid w:val="0048443C"/>
    <w:rsid w:val="00495F2B"/>
    <w:rsid w:val="00497185"/>
    <w:rsid w:val="0049746C"/>
    <w:rsid w:val="00497AD3"/>
    <w:rsid w:val="00497FB1"/>
    <w:rsid w:val="004A1B0A"/>
    <w:rsid w:val="004A2A29"/>
    <w:rsid w:val="004A2A9A"/>
    <w:rsid w:val="004A700C"/>
    <w:rsid w:val="004B0E37"/>
    <w:rsid w:val="004B116F"/>
    <w:rsid w:val="004B123D"/>
    <w:rsid w:val="004B12FD"/>
    <w:rsid w:val="004B15F1"/>
    <w:rsid w:val="004B2A37"/>
    <w:rsid w:val="004B3BC0"/>
    <w:rsid w:val="004B3FC2"/>
    <w:rsid w:val="004B7049"/>
    <w:rsid w:val="004B739D"/>
    <w:rsid w:val="004B795F"/>
    <w:rsid w:val="004C2078"/>
    <w:rsid w:val="004C281A"/>
    <w:rsid w:val="004C2CC1"/>
    <w:rsid w:val="004C5528"/>
    <w:rsid w:val="004C5DF0"/>
    <w:rsid w:val="004C6E01"/>
    <w:rsid w:val="004D0A70"/>
    <w:rsid w:val="004D3F2D"/>
    <w:rsid w:val="004D47BD"/>
    <w:rsid w:val="004E092C"/>
    <w:rsid w:val="004E0945"/>
    <w:rsid w:val="004E11F0"/>
    <w:rsid w:val="004E208D"/>
    <w:rsid w:val="004E208F"/>
    <w:rsid w:val="004E260B"/>
    <w:rsid w:val="004E2674"/>
    <w:rsid w:val="004E2938"/>
    <w:rsid w:val="004E3309"/>
    <w:rsid w:val="004E3CBC"/>
    <w:rsid w:val="004E490B"/>
    <w:rsid w:val="004E5182"/>
    <w:rsid w:val="004E5442"/>
    <w:rsid w:val="004E6363"/>
    <w:rsid w:val="004E6A48"/>
    <w:rsid w:val="004F08B2"/>
    <w:rsid w:val="004F0903"/>
    <w:rsid w:val="004F136A"/>
    <w:rsid w:val="004F18C2"/>
    <w:rsid w:val="004F291D"/>
    <w:rsid w:val="004F38D1"/>
    <w:rsid w:val="004F6A0E"/>
    <w:rsid w:val="005000CD"/>
    <w:rsid w:val="0050051D"/>
    <w:rsid w:val="00507178"/>
    <w:rsid w:val="005071FC"/>
    <w:rsid w:val="00510109"/>
    <w:rsid w:val="00510187"/>
    <w:rsid w:val="00510229"/>
    <w:rsid w:val="00510E0F"/>
    <w:rsid w:val="0051138C"/>
    <w:rsid w:val="00511A6C"/>
    <w:rsid w:val="0051395D"/>
    <w:rsid w:val="00514D32"/>
    <w:rsid w:val="00515805"/>
    <w:rsid w:val="00516012"/>
    <w:rsid w:val="005160E6"/>
    <w:rsid w:val="005164A3"/>
    <w:rsid w:val="00517B1A"/>
    <w:rsid w:val="00522D2E"/>
    <w:rsid w:val="00522D51"/>
    <w:rsid w:val="00523096"/>
    <w:rsid w:val="0052363F"/>
    <w:rsid w:val="005240D2"/>
    <w:rsid w:val="005252D9"/>
    <w:rsid w:val="005252DF"/>
    <w:rsid w:val="00525EF9"/>
    <w:rsid w:val="00526A09"/>
    <w:rsid w:val="00531845"/>
    <w:rsid w:val="00534289"/>
    <w:rsid w:val="00535B65"/>
    <w:rsid w:val="00536292"/>
    <w:rsid w:val="00542B9D"/>
    <w:rsid w:val="00545113"/>
    <w:rsid w:val="00545256"/>
    <w:rsid w:val="00545F12"/>
    <w:rsid w:val="00550FBE"/>
    <w:rsid w:val="00552985"/>
    <w:rsid w:val="00552C4D"/>
    <w:rsid w:val="00552EA4"/>
    <w:rsid w:val="00553B74"/>
    <w:rsid w:val="00553F09"/>
    <w:rsid w:val="00556168"/>
    <w:rsid w:val="0055617D"/>
    <w:rsid w:val="005570B5"/>
    <w:rsid w:val="0055763F"/>
    <w:rsid w:val="00557645"/>
    <w:rsid w:val="00557A33"/>
    <w:rsid w:val="0056069F"/>
    <w:rsid w:val="005612B3"/>
    <w:rsid w:val="0056211B"/>
    <w:rsid w:val="00567534"/>
    <w:rsid w:val="00570308"/>
    <w:rsid w:val="005703AB"/>
    <w:rsid w:val="00570FC4"/>
    <w:rsid w:val="00571300"/>
    <w:rsid w:val="005713DF"/>
    <w:rsid w:val="00571E23"/>
    <w:rsid w:val="00572E23"/>
    <w:rsid w:val="005733E2"/>
    <w:rsid w:val="005744F1"/>
    <w:rsid w:val="00574822"/>
    <w:rsid w:val="00577416"/>
    <w:rsid w:val="00577C4C"/>
    <w:rsid w:val="00580A5B"/>
    <w:rsid w:val="005822EF"/>
    <w:rsid w:val="005827A9"/>
    <w:rsid w:val="00583729"/>
    <w:rsid w:val="00586208"/>
    <w:rsid w:val="00586509"/>
    <w:rsid w:val="005868C5"/>
    <w:rsid w:val="00586E78"/>
    <w:rsid w:val="00591751"/>
    <w:rsid w:val="00591F4A"/>
    <w:rsid w:val="005925B8"/>
    <w:rsid w:val="00592FE3"/>
    <w:rsid w:val="00594EF6"/>
    <w:rsid w:val="00595321"/>
    <w:rsid w:val="005962A4"/>
    <w:rsid w:val="00596B68"/>
    <w:rsid w:val="00596BB0"/>
    <w:rsid w:val="00597BA2"/>
    <w:rsid w:val="005A14DE"/>
    <w:rsid w:val="005A1BF5"/>
    <w:rsid w:val="005A1DA4"/>
    <w:rsid w:val="005A2BDD"/>
    <w:rsid w:val="005A31E6"/>
    <w:rsid w:val="005A3FD2"/>
    <w:rsid w:val="005A42BE"/>
    <w:rsid w:val="005A6988"/>
    <w:rsid w:val="005B113C"/>
    <w:rsid w:val="005B1341"/>
    <w:rsid w:val="005B3EEB"/>
    <w:rsid w:val="005B4A9C"/>
    <w:rsid w:val="005C0F00"/>
    <w:rsid w:val="005C1E25"/>
    <w:rsid w:val="005C21E1"/>
    <w:rsid w:val="005C2BE7"/>
    <w:rsid w:val="005C3632"/>
    <w:rsid w:val="005C3FCE"/>
    <w:rsid w:val="005D01CD"/>
    <w:rsid w:val="005D0B76"/>
    <w:rsid w:val="005D1F6D"/>
    <w:rsid w:val="005D242F"/>
    <w:rsid w:val="005D2D90"/>
    <w:rsid w:val="005D37EC"/>
    <w:rsid w:val="005D40A0"/>
    <w:rsid w:val="005D4BED"/>
    <w:rsid w:val="005D55AD"/>
    <w:rsid w:val="005D55BD"/>
    <w:rsid w:val="005E0262"/>
    <w:rsid w:val="005E1A7A"/>
    <w:rsid w:val="005E256B"/>
    <w:rsid w:val="005E2583"/>
    <w:rsid w:val="005E35EE"/>
    <w:rsid w:val="005E3C35"/>
    <w:rsid w:val="005E4E27"/>
    <w:rsid w:val="005E7171"/>
    <w:rsid w:val="005E72AD"/>
    <w:rsid w:val="005F1024"/>
    <w:rsid w:val="005F183B"/>
    <w:rsid w:val="005F183D"/>
    <w:rsid w:val="005F47CF"/>
    <w:rsid w:val="005F4DCA"/>
    <w:rsid w:val="005F7503"/>
    <w:rsid w:val="00600E1A"/>
    <w:rsid w:val="00603102"/>
    <w:rsid w:val="0060356F"/>
    <w:rsid w:val="00603934"/>
    <w:rsid w:val="006047A2"/>
    <w:rsid w:val="00604F24"/>
    <w:rsid w:val="006103E6"/>
    <w:rsid w:val="00610D76"/>
    <w:rsid w:val="006112B9"/>
    <w:rsid w:val="00611963"/>
    <w:rsid w:val="00612128"/>
    <w:rsid w:val="00612F26"/>
    <w:rsid w:val="00614C79"/>
    <w:rsid w:val="00616B53"/>
    <w:rsid w:val="00617350"/>
    <w:rsid w:val="006174E6"/>
    <w:rsid w:val="00621327"/>
    <w:rsid w:val="0062304E"/>
    <w:rsid w:val="00627B88"/>
    <w:rsid w:val="006319BA"/>
    <w:rsid w:val="00631EA7"/>
    <w:rsid w:val="0063459F"/>
    <w:rsid w:val="00634DB6"/>
    <w:rsid w:val="00636D7B"/>
    <w:rsid w:val="006414F1"/>
    <w:rsid w:val="0064170C"/>
    <w:rsid w:val="00641A24"/>
    <w:rsid w:val="0064391F"/>
    <w:rsid w:val="00643D4B"/>
    <w:rsid w:val="0064406B"/>
    <w:rsid w:val="00644E74"/>
    <w:rsid w:val="00646692"/>
    <w:rsid w:val="006467BF"/>
    <w:rsid w:val="006475AB"/>
    <w:rsid w:val="00651D83"/>
    <w:rsid w:val="00651F85"/>
    <w:rsid w:val="006529B9"/>
    <w:rsid w:val="00655835"/>
    <w:rsid w:val="00655E7F"/>
    <w:rsid w:val="0065786A"/>
    <w:rsid w:val="00660AC8"/>
    <w:rsid w:val="00661518"/>
    <w:rsid w:val="006623BE"/>
    <w:rsid w:val="00664E55"/>
    <w:rsid w:val="0066623C"/>
    <w:rsid w:val="00666851"/>
    <w:rsid w:val="00666D8A"/>
    <w:rsid w:val="006717A0"/>
    <w:rsid w:val="006726B8"/>
    <w:rsid w:val="00676289"/>
    <w:rsid w:val="00677362"/>
    <w:rsid w:val="00680A2B"/>
    <w:rsid w:val="006810A3"/>
    <w:rsid w:val="006814ED"/>
    <w:rsid w:val="00682E6E"/>
    <w:rsid w:val="00685B24"/>
    <w:rsid w:val="00686A88"/>
    <w:rsid w:val="006872D3"/>
    <w:rsid w:val="006873B6"/>
    <w:rsid w:val="00690213"/>
    <w:rsid w:val="006924DA"/>
    <w:rsid w:val="00693B70"/>
    <w:rsid w:val="0069494D"/>
    <w:rsid w:val="00694B5A"/>
    <w:rsid w:val="00695FE2"/>
    <w:rsid w:val="00697186"/>
    <w:rsid w:val="006A2507"/>
    <w:rsid w:val="006A2ACC"/>
    <w:rsid w:val="006A5891"/>
    <w:rsid w:val="006A5C02"/>
    <w:rsid w:val="006A6306"/>
    <w:rsid w:val="006A72CE"/>
    <w:rsid w:val="006B0F10"/>
    <w:rsid w:val="006B318C"/>
    <w:rsid w:val="006B36B6"/>
    <w:rsid w:val="006B38D2"/>
    <w:rsid w:val="006B6182"/>
    <w:rsid w:val="006B66A3"/>
    <w:rsid w:val="006B68BE"/>
    <w:rsid w:val="006C2CBF"/>
    <w:rsid w:val="006C59AF"/>
    <w:rsid w:val="006C6AB3"/>
    <w:rsid w:val="006C6D22"/>
    <w:rsid w:val="006C6E54"/>
    <w:rsid w:val="006C7C70"/>
    <w:rsid w:val="006C7E66"/>
    <w:rsid w:val="006D1767"/>
    <w:rsid w:val="006D2A7D"/>
    <w:rsid w:val="006D2E33"/>
    <w:rsid w:val="006D40DF"/>
    <w:rsid w:val="006D421E"/>
    <w:rsid w:val="006D4CBD"/>
    <w:rsid w:val="006D4E45"/>
    <w:rsid w:val="006D5CAC"/>
    <w:rsid w:val="006D6084"/>
    <w:rsid w:val="006D6531"/>
    <w:rsid w:val="006D7E6D"/>
    <w:rsid w:val="006E06CC"/>
    <w:rsid w:val="006E4276"/>
    <w:rsid w:val="006F0D78"/>
    <w:rsid w:val="006F1870"/>
    <w:rsid w:val="006F1F97"/>
    <w:rsid w:val="006F2A54"/>
    <w:rsid w:val="006F2FC9"/>
    <w:rsid w:val="006F6113"/>
    <w:rsid w:val="0070067D"/>
    <w:rsid w:val="00701845"/>
    <w:rsid w:val="00702EBD"/>
    <w:rsid w:val="00703316"/>
    <w:rsid w:val="007039D6"/>
    <w:rsid w:val="007045DC"/>
    <w:rsid w:val="00706E53"/>
    <w:rsid w:val="007106FB"/>
    <w:rsid w:val="00712B5D"/>
    <w:rsid w:val="00714632"/>
    <w:rsid w:val="0071505C"/>
    <w:rsid w:val="00715DE1"/>
    <w:rsid w:val="00717F99"/>
    <w:rsid w:val="007205C1"/>
    <w:rsid w:val="0072066A"/>
    <w:rsid w:val="0072291B"/>
    <w:rsid w:val="00725681"/>
    <w:rsid w:val="0073280E"/>
    <w:rsid w:val="00732A16"/>
    <w:rsid w:val="00733A88"/>
    <w:rsid w:val="0073552A"/>
    <w:rsid w:val="007367C0"/>
    <w:rsid w:val="007408B4"/>
    <w:rsid w:val="00743752"/>
    <w:rsid w:val="0074497B"/>
    <w:rsid w:val="0074769F"/>
    <w:rsid w:val="00747C9F"/>
    <w:rsid w:val="0075154A"/>
    <w:rsid w:val="00754E0C"/>
    <w:rsid w:val="007551DE"/>
    <w:rsid w:val="007602BA"/>
    <w:rsid w:val="00762026"/>
    <w:rsid w:val="00763E54"/>
    <w:rsid w:val="0076451E"/>
    <w:rsid w:val="00764D02"/>
    <w:rsid w:val="0076646D"/>
    <w:rsid w:val="00770A2C"/>
    <w:rsid w:val="00772205"/>
    <w:rsid w:val="00773949"/>
    <w:rsid w:val="00773B0C"/>
    <w:rsid w:val="007806E9"/>
    <w:rsid w:val="007812D4"/>
    <w:rsid w:val="0078148C"/>
    <w:rsid w:val="00781C2F"/>
    <w:rsid w:val="00781D6F"/>
    <w:rsid w:val="007863F9"/>
    <w:rsid w:val="0078763D"/>
    <w:rsid w:val="00795510"/>
    <w:rsid w:val="007A0104"/>
    <w:rsid w:val="007A139E"/>
    <w:rsid w:val="007A2517"/>
    <w:rsid w:val="007A2A37"/>
    <w:rsid w:val="007A38B6"/>
    <w:rsid w:val="007A3CDE"/>
    <w:rsid w:val="007A4C81"/>
    <w:rsid w:val="007A5590"/>
    <w:rsid w:val="007B0067"/>
    <w:rsid w:val="007B4660"/>
    <w:rsid w:val="007B4947"/>
    <w:rsid w:val="007B5E0E"/>
    <w:rsid w:val="007B68BB"/>
    <w:rsid w:val="007B6C3B"/>
    <w:rsid w:val="007B6C66"/>
    <w:rsid w:val="007B6EDD"/>
    <w:rsid w:val="007B75D1"/>
    <w:rsid w:val="007B7638"/>
    <w:rsid w:val="007C1EEE"/>
    <w:rsid w:val="007C2618"/>
    <w:rsid w:val="007C29DD"/>
    <w:rsid w:val="007C4CC3"/>
    <w:rsid w:val="007C55F0"/>
    <w:rsid w:val="007C59A0"/>
    <w:rsid w:val="007C5C51"/>
    <w:rsid w:val="007C7F5D"/>
    <w:rsid w:val="007D017B"/>
    <w:rsid w:val="007D0B98"/>
    <w:rsid w:val="007D1BF7"/>
    <w:rsid w:val="007D584A"/>
    <w:rsid w:val="007D706F"/>
    <w:rsid w:val="007D7930"/>
    <w:rsid w:val="007D7A0F"/>
    <w:rsid w:val="007E18E7"/>
    <w:rsid w:val="007E35E8"/>
    <w:rsid w:val="007E38AD"/>
    <w:rsid w:val="007E57C2"/>
    <w:rsid w:val="007E584E"/>
    <w:rsid w:val="007F0DEB"/>
    <w:rsid w:val="007F13B1"/>
    <w:rsid w:val="007F2384"/>
    <w:rsid w:val="007F241B"/>
    <w:rsid w:val="007F28C1"/>
    <w:rsid w:val="007F4197"/>
    <w:rsid w:val="007F4561"/>
    <w:rsid w:val="007F5A89"/>
    <w:rsid w:val="007F6996"/>
    <w:rsid w:val="007F7480"/>
    <w:rsid w:val="0080002B"/>
    <w:rsid w:val="00800FD9"/>
    <w:rsid w:val="00801A9B"/>
    <w:rsid w:val="00806221"/>
    <w:rsid w:val="008066BE"/>
    <w:rsid w:val="008066D7"/>
    <w:rsid w:val="008106C6"/>
    <w:rsid w:val="00812C57"/>
    <w:rsid w:val="00812CF1"/>
    <w:rsid w:val="00813232"/>
    <w:rsid w:val="008139A2"/>
    <w:rsid w:val="00814DDE"/>
    <w:rsid w:val="00814FC7"/>
    <w:rsid w:val="00822011"/>
    <w:rsid w:val="0082497A"/>
    <w:rsid w:val="00824C1A"/>
    <w:rsid w:val="0082569F"/>
    <w:rsid w:val="00826DCC"/>
    <w:rsid w:val="00827D8C"/>
    <w:rsid w:val="0083529A"/>
    <w:rsid w:val="00836C29"/>
    <w:rsid w:val="008370B7"/>
    <w:rsid w:val="00840523"/>
    <w:rsid w:val="008426E2"/>
    <w:rsid w:val="00843136"/>
    <w:rsid w:val="00844631"/>
    <w:rsid w:val="008448C3"/>
    <w:rsid w:val="00844EB3"/>
    <w:rsid w:val="008474DB"/>
    <w:rsid w:val="0085015D"/>
    <w:rsid w:val="00851A87"/>
    <w:rsid w:val="00854D11"/>
    <w:rsid w:val="00854F53"/>
    <w:rsid w:val="00856A92"/>
    <w:rsid w:val="00863564"/>
    <w:rsid w:val="008646F9"/>
    <w:rsid w:val="0086478F"/>
    <w:rsid w:val="00864CD2"/>
    <w:rsid w:val="00864E99"/>
    <w:rsid w:val="00864F76"/>
    <w:rsid w:val="00871BB8"/>
    <w:rsid w:val="0087364E"/>
    <w:rsid w:val="008763FE"/>
    <w:rsid w:val="00877F27"/>
    <w:rsid w:val="008810B7"/>
    <w:rsid w:val="0088255E"/>
    <w:rsid w:val="008836E7"/>
    <w:rsid w:val="0089159D"/>
    <w:rsid w:val="00894E5A"/>
    <w:rsid w:val="008955D8"/>
    <w:rsid w:val="0089569D"/>
    <w:rsid w:val="00896335"/>
    <w:rsid w:val="00896AE3"/>
    <w:rsid w:val="00897699"/>
    <w:rsid w:val="008A1F5A"/>
    <w:rsid w:val="008A243B"/>
    <w:rsid w:val="008A286C"/>
    <w:rsid w:val="008A3FB2"/>
    <w:rsid w:val="008B06FB"/>
    <w:rsid w:val="008B1476"/>
    <w:rsid w:val="008B167B"/>
    <w:rsid w:val="008B1A9C"/>
    <w:rsid w:val="008B2E9F"/>
    <w:rsid w:val="008B49C5"/>
    <w:rsid w:val="008B7521"/>
    <w:rsid w:val="008C08A4"/>
    <w:rsid w:val="008C0D35"/>
    <w:rsid w:val="008C367F"/>
    <w:rsid w:val="008C39F3"/>
    <w:rsid w:val="008C4D52"/>
    <w:rsid w:val="008C55F1"/>
    <w:rsid w:val="008C6597"/>
    <w:rsid w:val="008D1FCF"/>
    <w:rsid w:val="008D2FC0"/>
    <w:rsid w:val="008D6AAB"/>
    <w:rsid w:val="008D7927"/>
    <w:rsid w:val="008D7F12"/>
    <w:rsid w:val="008E015E"/>
    <w:rsid w:val="008E129D"/>
    <w:rsid w:val="008E1A56"/>
    <w:rsid w:val="008E27EB"/>
    <w:rsid w:val="008E315B"/>
    <w:rsid w:val="008E3455"/>
    <w:rsid w:val="008E3C46"/>
    <w:rsid w:val="008E4D63"/>
    <w:rsid w:val="008F36FC"/>
    <w:rsid w:val="008F4FC5"/>
    <w:rsid w:val="008F56AD"/>
    <w:rsid w:val="008F573D"/>
    <w:rsid w:val="008F5A8F"/>
    <w:rsid w:val="008F6D4C"/>
    <w:rsid w:val="00902E65"/>
    <w:rsid w:val="00903732"/>
    <w:rsid w:val="00905723"/>
    <w:rsid w:val="00905DAA"/>
    <w:rsid w:val="00906060"/>
    <w:rsid w:val="009065D4"/>
    <w:rsid w:val="00910044"/>
    <w:rsid w:val="00912694"/>
    <w:rsid w:val="009135BF"/>
    <w:rsid w:val="009138EE"/>
    <w:rsid w:val="00914E76"/>
    <w:rsid w:val="00915D11"/>
    <w:rsid w:val="00915FA2"/>
    <w:rsid w:val="0091626C"/>
    <w:rsid w:val="00920579"/>
    <w:rsid w:val="00920D12"/>
    <w:rsid w:val="00922FFB"/>
    <w:rsid w:val="009247ED"/>
    <w:rsid w:val="00924844"/>
    <w:rsid w:val="00924C06"/>
    <w:rsid w:val="00924D24"/>
    <w:rsid w:val="00925A4E"/>
    <w:rsid w:val="00925E49"/>
    <w:rsid w:val="00930B1B"/>
    <w:rsid w:val="00932F2D"/>
    <w:rsid w:val="009340D2"/>
    <w:rsid w:val="00934268"/>
    <w:rsid w:val="00934B26"/>
    <w:rsid w:val="009357E3"/>
    <w:rsid w:val="00936E89"/>
    <w:rsid w:val="0094255E"/>
    <w:rsid w:val="00942662"/>
    <w:rsid w:val="0094394A"/>
    <w:rsid w:val="00946BAD"/>
    <w:rsid w:val="00946DDD"/>
    <w:rsid w:val="0094701F"/>
    <w:rsid w:val="00950231"/>
    <w:rsid w:val="00950440"/>
    <w:rsid w:val="00953C90"/>
    <w:rsid w:val="00955142"/>
    <w:rsid w:val="00955AA4"/>
    <w:rsid w:val="00956E5B"/>
    <w:rsid w:val="00963D53"/>
    <w:rsid w:val="009649DC"/>
    <w:rsid w:val="0096526D"/>
    <w:rsid w:val="009653DB"/>
    <w:rsid w:val="0096629E"/>
    <w:rsid w:val="009662E0"/>
    <w:rsid w:val="009662FC"/>
    <w:rsid w:val="0097076A"/>
    <w:rsid w:val="00971E34"/>
    <w:rsid w:val="00973424"/>
    <w:rsid w:val="00973DBF"/>
    <w:rsid w:val="0097402A"/>
    <w:rsid w:val="009755F1"/>
    <w:rsid w:val="0097561E"/>
    <w:rsid w:val="00980326"/>
    <w:rsid w:val="00980BDC"/>
    <w:rsid w:val="009832A3"/>
    <w:rsid w:val="0098392A"/>
    <w:rsid w:val="009849FB"/>
    <w:rsid w:val="00986660"/>
    <w:rsid w:val="009911AB"/>
    <w:rsid w:val="00991975"/>
    <w:rsid w:val="0099280B"/>
    <w:rsid w:val="009940A6"/>
    <w:rsid w:val="00995D98"/>
    <w:rsid w:val="00995E1E"/>
    <w:rsid w:val="00997330"/>
    <w:rsid w:val="00997C2E"/>
    <w:rsid w:val="009A23E4"/>
    <w:rsid w:val="009A2DA4"/>
    <w:rsid w:val="009A5421"/>
    <w:rsid w:val="009A6A3F"/>
    <w:rsid w:val="009C02BD"/>
    <w:rsid w:val="009C1539"/>
    <w:rsid w:val="009C4835"/>
    <w:rsid w:val="009C68A5"/>
    <w:rsid w:val="009C7D44"/>
    <w:rsid w:val="009D2913"/>
    <w:rsid w:val="009D29ED"/>
    <w:rsid w:val="009D3370"/>
    <w:rsid w:val="009D33F5"/>
    <w:rsid w:val="009D70AC"/>
    <w:rsid w:val="009D76F2"/>
    <w:rsid w:val="009E06ED"/>
    <w:rsid w:val="009E1504"/>
    <w:rsid w:val="009E1587"/>
    <w:rsid w:val="009E2663"/>
    <w:rsid w:val="009E2D5D"/>
    <w:rsid w:val="009E3971"/>
    <w:rsid w:val="009E406D"/>
    <w:rsid w:val="009E4751"/>
    <w:rsid w:val="009E61F0"/>
    <w:rsid w:val="009E6813"/>
    <w:rsid w:val="009E6841"/>
    <w:rsid w:val="009E6CA2"/>
    <w:rsid w:val="009F1759"/>
    <w:rsid w:val="009F3A5A"/>
    <w:rsid w:val="009F3DF3"/>
    <w:rsid w:val="009F4DC0"/>
    <w:rsid w:val="009F6EE9"/>
    <w:rsid w:val="009F732E"/>
    <w:rsid w:val="00A00039"/>
    <w:rsid w:val="00A00B70"/>
    <w:rsid w:val="00A00FD7"/>
    <w:rsid w:val="00A01FE6"/>
    <w:rsid w:val="00A036C4"/>
    <w:rsid w:val="00A04741"/>
    <w:rsid w:val="00A04B9E"/>
    <w:rsid w:val="00A0542A"/>
    <w:rsid w:val="00A06D27"/>
    <w:rsid w:val="00A07407"/>
    <w:rsid w:val="00A07F8B"/>
    <w:rsid w:val="00A12968"/>
    <w:rsid w:val="00A134B3"/>
    <w:rsid w:val="00A14A5F"/>
    <w:rsid w:val="00A158E5"/>
    <w:rsid w:val="00A20653"/>
    <w:rsid w:val="00A21424"/>
    <w:rsid w:val="00A215EC"/>
    <w:rsid w:val="00A21FA9"/>
    <w:rsid w:val="00A27400"/>
    <w:rsid w:val="00A30455"/>
    <w:rsid w:val="00A3223D"/>
    <w:rsid w:val="00A329BD"/>
    <w:rsid w:val="00A35ECD"/>
    <w:rsid w:val="00A4003F"/>
    <w:rsid w:val="00A40C4D"/>
    <w:rsid w:val="00A43CA8"/>
    <w:rsid w:val="00A45C82"/>
    <w:rsid w:val="00A4663E"/>
    <w:rsid w:val="00A4714B"/>
    <w:rsid w:val="00A47CCC"/>
    <w:rsid w:val="00A5002A"/>
    <w:rsid w:val="00A5025A"/>
    <w:rsid w:val="00A511D0"/>
    <w:rsid w:val="00A51283"/>
    <w:rsid w:val="00A518F7"/>
    <w:rsid w:val="00A53205"/>
    <w:rsid w:val="00A5365D"/>
    <w:rsid w:val="00A54F41"/>
    <w:rsid w:val="00A5687A"/>
    <w:rsid w:val="00A60652"/>
    <w:rsid w:val="00A610BD"/>
    <w:rsid w:val="00A612E0"/>
    <w:rsid w:val="00A61C08"/>
    <w:rsid w:val="00A6281A"/>
    <w:rsid w:val="00A6664F"/>
    <w:rsid w:val="00A66917"/>
    <w:rsid w:val="00A67A0E"/>
    <w:rsid w:val="00A70B84"/>
    <w:rsid w:val="00A7252B"/>
    <w:rsid w:val="00A72C4C"/>
    <w:rsid w:val="00A75CFF"/>
    <w:rsid w:val="00A805E4"/>
    <w:rsid w:val="00A80DF4"/>
    <w:rsid w:val="00A81DBD"/>
    <w:rsid w:val="00A824D9"/>
    <w:rsid w:val="00A82782"/>
    <w:rsid w:val="00A82D1E"/>
    <w:rsid w:val="00A83493"/>
    <w:rsid w:val="00A8381B"/>
    <w:rsid w:val="00A86616"/>
    <w:rsid w:val="00A87F2D"/>
    <w:rsid w:val="00A90124"/>
    <w:rsid w:val="00A9019A"/>
    <w:rsid w:val="00A913DB"/>
    <w:rsid w:val="00A91F23"/>
    <w:rsid w:val="00A93628"/>
    <w:rsid w:val="00A938DF"/>
    <w:rsid w:val="00A9658C"/>
    <w:rsid w:val="00A96FF0"/>
    <w:rsid w:val="00AA1754"/>
    <w:rsid w:val="00AA389B"/>
    <w:rsid w:val="00AA44C4"/>
    <w:rsid w:val="00AA7E35"/>
    <w:rsid w:val="00AB03BB"/>
    <w:rsid w:val="00AB0F4A"/>
    <w:rsid w:val="00AB439F"/>
    <w:rsid w:val="00AB4759"/>
    <w:rsid w:val="00AB5AEA"/>
    <w:rsid w:val="00AB5B2A"/>
    <w:rsid w:val="00AC2C95"/>
    <w:rsid w:val="00AC3058"/>
    <w:rsid w:val="00AC38BE"/>
    <w:rsid w:val="00AC7430"/>
    <w:rsid w:val="00AD1539"/>
    <w:rsid w:val="00AD2367"/>
    <w:rsid w:val="00AD2694"/>
    <w:rsid w:val="00AD41C8"/>
    <w:rsid w:val="00AD4C8E"/>
    <w:rsid w:val="00AE07D3"/>
    <w:rsid w:val="00AE0F97"/>
    <w:rsid w:val="00AE134A"/>
    <w:rsid w:val="00AE206D"/>
    <w:rsid w:val="00AE3F65"/>
    <w:rsid w:val="00AE3FE8"/>
    <w:rsid w:val="00AE5FA6"/>
    <w:rsid w:val="00AE626E"/>
    <w:rsid w:val="00AE69ED"/>
    <w:rsid w:val="00AE73C1"/>
    <w:rsid w:val="00AF294B"/>
    <w:rsid w:val="00AF7533"/>
    <w:rsid w:val="00AF7D2A"/>
    <w:rsid w:val="00B01F63"/>
    <w:rsid w:val="00B02FE6"/>
    <w:rsid w:val="00B033EB"/>
    <w:rsid w:val="00B04073"/>
    <w:rsid w:val="00B05B52"/>
    <w:rsid w:val="00B06AC1"/>
    <w:rsid w:val="00B07729"/>
    <w:rsid w:val="00B108E5"/>
    <w:rsid w:val="00B12681"/>
    <w:rsid w:val="00B14120"/>
    <w:rsid w:val="00B15EAA"/>
    <w:rsid w:val="00B215CF"/>
    <w:rsid w:val="00B22076"/>
    <w:rsid w:val="00B2379F"/>
    <w:rsid w:val="00B27211"/>
    <w:rsid w:val="00B27298"/>
    <w:rsid w:val="00B32309"/>
    <w:rsid w:val="00B32C7B"/>
    <w:rsid w:val="00B33510"/>
    <w:rsid w:val="00B33BF4"/>
    <w:rsid w:val="00B341E8"/>
    <w:rsid w:val="00B34E9B"/>
    <w:rsid w:val="00B35389"/>
    <w:rsid w:val="00B376B5"/>
    <w:rsid w:val="00B401A6"/>
    <w:rsid w:val="00B40620"/>
    <w:rsid w:val="00B40A5A"/>
    <w:rsid w:val="00B40BBD"/>
    <w:rsid w:val="00B41208"/>
    <w:rsid w:val="00B41CAA"/>
    <w:rsid w:val="00B42EEA"/>
    <w:rsid w:val="00B44885"/>
    <w:rsid w:val="00B45A86"/>
    <w:rsid w:val="00B46F29"/>
    <w:rsid w:val="00B47023"/>
    <w:rsid w:val="00B50473"/>
    <w:rsid w:val="00B5236C"/>
    <w:rsid w:val="00B529DF"/>
    <w:rsid w:val="00B52CB4"/>
    <w:rsid w:val="00B557C6"/>
    <w:rsid w:val="00B56003"/>
    <w:rsid w:val="00B572A1"/>
    <w:rsid w:val="00B60F47"/>
    <w:rsid w:val="00B62046"/>
    <w:rsid w:val="00B621F9"/>
    <w:rsid w:val="00B646D6"/>
    <w:rsid w:val="00B66243"/>
    <w:rsid w:val="00B66820"/>
    <w:rsid w:val="00B67C8B"/>
    <w:rsid w:val="00B70838"/>
    <w:rsid w:val="00B71DEE"/>
    <w:rsid w:val="00B73027"/>
    <w:rsid w:val="00B73E9B"/>
    <w:rsid w:val="00B75688"/>
    <w:rsid w:val="00B75B5C"/>
    <w:rsid w:val="00B75CEC"/>
    <w:rsid w:val="00B76312"/>
    <w:rsid w:val="00B766B2"/>
    <w:rsid w:val="00B77526"/>
    <w:rsid w:val="00B81503"/>
    <w:rsid w:val="00B81C9D"/>
    <w:rsid w:val="00B81CF5"/>
    <w:rsid w:val="00B82337"/>
    <w:rsid w:val="00B82F00"/>
    <w:rsid w:val="00B83B24"/>
    <w:rsid w:val="00B8492D"/>
    <w:rsid w:val="00B876D8"/>
    <w:rsid w:val="00B90371"/>
    <w:rsid w:val="00B90AA0"/>
    <w:rsid w:val="00B92697"/>
    <w:rsid w:val="00B96316"/>
    <w:rsid w:val="00B96884"/>
    <w:rsid w:val="00B96CB7"/>
    <w:rsid w:val="00B97766"/>
    <w:rsid w:val="00B97B70"/>
    <w:rsid w:val="00BA1D54"/>
    <w:rsid w:val="00BA1FE7"/>
    <w:rsid w:val="00BA2D0F"/>
    <w:rsid w:val="00BA56BC"/>
    <w:rsid w:val="00BA67E3"/>
    <w:rsid w:val="00BB1868"/>
    <w:rsid w:val="00BB30C5"/>
    <w:rsid w:val="00BB69EE"/>
    <w:rsid w:val="00BB72F5"/>
    <w:rsid w:val="00BB7A0C"/>
    <w:rsid w:val="00BC07E9"/>
    <w:rsid w:val="00BC0C83"/>
    <w:rsid w:val="00BC1766"/>
    <w:rsid w:val="00BC1ED9"/>
    <w:rsid w:val="00BC2FCD"/>
    <w:rsid w:val="00BC3CFB"/>
    <w:rsid w:val="00BC526D"/>
    <w:rsid w:val="00BC5493"/>
    <w:rsid w:val="00BC578F"/>
    <w:rsid w:val="00BC5994"/>
    <w:rsid w:val="00BD0036"/>
    <w:rsid w:val="00BD0C0C"/>
    <w:rsid w:val="00BD0F64"/>
    <w:rsid w:val="00BD1FB5"/>
    <w:rsid w:val="00BD25F9"/>
    <w:rsid w:val="00BD3650"/>
    <w:rsid w:val="00BD4E07"/>
    <w:rsid w:val="00BD7A32"/>
    <w:rsid w:val="00BD7C44"/>
    <w:rsid w:val="00BE066C"/>
    <w:rsid w:val="00BE3425"/>
    <w:rsid w:val="00BE50AD"/>
    <w:rsid w:val="00BE6A97"/>
    <w:rsid w:val="00BE6E92"/>
    <w:rsid w:val="00BE74A6"/>
    <w:rsid w:val="00BF0CC6"/>
    <w:rsid w:val="00BF2673"/>
    <w:rsid w:val="00BF2955"/>
    <w:rsid w:val="00BF2B95"/>
    <w:rsid w:val="00BF3466"/>
    <w:rsid w:val="00BF3B1D"/>
    <w:rsid w:val="00BF3D66"/>
    <w:rsid w:val="00BF4474"/>
    <w:rsid w:val="00BF46E9"/>
    <w:rsid w:val="00BF5ABE"/>
    <w:rsid w:val="00BF62AF"/>
    <w:rsid w:val="00BF729B"/>
    <w:rsid w:val="00BF752F"/>
    <w:rsid w:val="00C008B5"/>
    <w:rsid w:val="00C02410"/>
    <w:rsid w:val="00C02A69"/>
    <w:rsid w:val="00C0634C"/>
    <w:rsid w:val="00C07084"/>
    <w:rsid w:val="00C07B18"/>
    <w:rsid w:val="00C07DFE"/>
    <w:rsid w:val="00C10991"/>
    <w:rsid w:val="00C10BF9"/>
    <w:rsid w:val="00C10E6B"/>
    <w:rsid w:val="00C11511"/>
    <w:rsid w:val="00C12EB3"/>
    <w:rsid w:val="00C15837"/>
    <w:rsid w:val="00C15B45"/>
    <w:rsid w:val="00C16AA3"/>
    <w:rsid w:val="00C21ED2"/>
    <w:rsid w:val="00C230CE"/>
    <w:rsid w:val="00C237C6"/>
    <w:rsid w:val="00C247AC"/>
    <w:rsid w:val="00C25D8B"/>
    <w:rsid w:val="00C26093"/>
    <w:rsid w:val="00C262D0"/>
    <w:rsid w:val="00C26331"/>
    <w:rsid w:val="00C267FC"/>
    <w:rsid w:val="00C2708E"/>
    <w:rsid w:val="00C30BA2"/>
    <w:rsid w:val="00C3112B"/>
    <w:rsid w:val="00C314B4"/>
    <w:rsid w:val="00C322F7"/>
    <w:rsid w:val="00C34375"/>
    <w:rsid w:val="00C35B80"/>
    <w:rsid w:val="00C37D8A"/>
    <w:rsid w:val="00C409BC"/>
    <w:rsid w:val="00C4233A"/>
    <w:rsid w:val="00C44423"/>
    <w:rsid w:val="00C449A8"/>
    <w:rsid w:val="00C44FCA"/>
    <w:rsid w:val="00C45263"/>
    <w:rsid w:val="00C46669"/>
    <w:rsid w:val="00C467BF"/>
    <w:rsid w:val="00C521BC"/>
    <w:rsid w:val="00C5269C"/>
    <w:rsid w:val="00C52AEB"/>
    <w:rsid w:val="00C52D6E"/>
    <w:rsid w:val="00C54DEE"/>
    <w:rsid w:val="00C569BA"/>
    <w:rsid w:val="00C57043"/>
    <w:rsid w:val="00C61185"/>
    <w:rsid w:val="00C61245"/>
    <w:rsid w:val="00C61735"/>
    <w:rsid w:val="00C6436A"/>
    <w:rsid w:val="00C6475E"/>
    <w:rsid w:val="00C6487A"/>
    <w:rsid w:val="00C64EAA"/>
    <w:rsid w:val="00C65038"/>
    <w:rsid w:val="00C65801"/>
    <w:rsid w:val="00C65DC3"/>
    <w:rsid w:val="00C67E69"/>
    <w:rsid w:val="00C70AD5"/>
    <w:rsid w:val="00C73E91"/>
    <w:rsid w:val="00C74040"/>
    <w:rsid w:val="00C7426B"/>
    <w:rsid w:val="00C75460"/>
    <w:rsid w:val="00C75B1C"/>
    <w:rsid w:val="00C77361"/>
    <w:rsid w:val="00C80B44"/>
    <w:rsid w:val="00C80E47"/>
    <w:rsid w:val="00C80E5D"/>
    <w:rsid w:val="00C8278A"/>
    <w:rsid w:val="00C84CC1"/>
    <w:rsid w:val="00C859E2"/>
    <w:rsid w:val="00C902D0"/>
    <w:rsid w:val="00C9111D"/>
    <w:rsid w:val="00C914DF"/>
    <w:rsid w:val="00C94D2E"/>
    <w:rsid w:val="00C970E1"/>
    <w:rsid w:val="00CA1893"/>
    <w:rsid w:val="00CA24E5"/>
    <w:rsid w:val="00CB1A56"/>
    <w:rsid w:val="00CB1E3A"/>
    <w:rsid w:val="00CB2B7F"/>
    <w:rsid w:val="00CB2FFB"/>
    <w:rsid w:val="00CB43BC"/>
    <w:rsid w:val="00CB4E96"/>
    <w:rsid w:val="00CB62E6"/>
    <w:rsid w:val="00CB64FC"/>
    <w:rsid w:val="00CB7446"/>
    <w:rsid w:val="00CC0CA1"/>
    <w:rsid w:val="00CC1029"/>
    <w:rsid w:val="00CC281C"/>
    <w:rsid w:val="00CC3961"/>
    <w:rsid w:val="00CC3CBB"/>
    <w:rsid w:val="00CC5993"/>
    <w:rsid w:val="00CC6173"/>
    <w:rsid w:val="00CD1CAE"/>
    <w:rsid w:val="00CD2BAB"/>
    <w:rsid w:val="00CD32EC"/>
    <w:rsid w:val="00CD3C1F"/>
    <w:rsid w:val="00CD7FE4"/>
    <w:rsid w:val="00CE022A"/>
    <w:rsid w:val="00CE105D"/>
    <w:rsid w:val="00CE1368"/>
    <w:rsid w:val="00CE2047"/>
    <w:rsid w:val="00CE22BF"/>
    <w:rsid w:val="00CE4DDE"/>
    <w:rsid w:val="00CE559D"/>
    <w:rsid w:val="00CE65A5"/>
    <w:rsid w:val="00CE67C9"/>
    <w:rsid w:val="00CE6C98"/>
    <w:rsid w:val="00CE7909"/>
    <w:rsid w:val="00CF0473"/>
    <w:rsid w:val="00CF0710"/>
    <w:rsid w:val="00CF1F6B"/>
    <w:rsid w:val="00CF3C86"/>
    <w:rsid w:val="00CF4651"/>
    <w:rsid w:val="00CF5DD2"/>
    <w:rsid w:val="00CF6787"/>
    <w:rsid w:val="00D01771"/>
    <w:rsid w:val="00D01819"/>
    <w:rsid w:val="00D02D4D"/>
    <w:rsid w:val="00D03087"/>
    <w:rsid w:val="00D04226"/>
    <w:rsid w:val="00D05228"/>
    <w:rsid w:val="00D0764A"/>
    <w:rsid w:val="00D07832"/>
    <w:rsid w:val="00D10EEA"/>
    <w:rsid w:val="00D116F8"/>
    <w:rsid w:val="00D12F6D"/>
    <w:rsid w:val="00D13F8C"/>
    <w:rsid w:val="00D145BD"/>
    <w:rsid w:val="00D14F62"/>
    <w:rsid w:val="00D164B1"/>
    <w:rsid w:val="00D177E6"/>
    <w:rsid w:val="00D208AD"/>
    <w:rsid w:val="00D20FC1"/>
    <w:rsid w:val="00D21952"/>
    <w:rsid w:val="00D21955"/>
    <w:rsid w:val="00D21CEA"/>
    <w:rsid w:val="00D2222D"/>
    <w:rsid w:val="00D22F50"/>
    <w:rsid w:val="00D243CF"/>
    <w:rsid w:val="00D262DA"/>
    <w:rsid w:val="00D262E5"/>
    <w:rsid w:val="00D27163"/>
    <w:rsid w:val="00D33D2B"/>
    <w:rsid w:val="00D35CB6"/>
    <w:rsid w:val="00D36E6D"/>
    <w:rsid w:val="00D36F01"/>
    <w:rsid w:val="00D404E4"/>
    <w:rsid w:val="00D421DF"/>
    <w:rsid w:val="00D429C5"/>
    <w:rsid w:val="00D44041"/>
    <w:rsid w:val="00D46686"/>
    <w:rsid w:val="00D504C5"/>
    <w:rsid w:val="00D5164C"/>
    <w:rsid w:val="00D518EE"/>
    <w:rsid w:val="00D543F3"/>
    <w:rsid w:val="00D547D0"/>
    <w:rsid w:val="00D54B62"/>
    <w:rsid w:val="00D56D7F"/>
    <w:rsid w:val="00D57629"/>
    <w:rsid w:val="00D6061C"/>
    <w:rsid w:val="00D6386A"/>
    <w:rsid w:val="00D640EC"/>
    <w:rsid w:val="00D641B8"/>
    <w:rsid w:val="00D6504A"/>
    <w:rsid w:val="00D67D2F"/>
    <w:rsid w:val="00D70B87"/>
    <w:rsid w:val="00D714B9"/>
    <w:rsid w:val="00D71800"/>
    <w:rsid w:val="00D7532B"/>
    <w:rsid w:val="00D770BD"/>
    <w:rsid w:val="00D779C3"/>
    <w:rsid w:val="00D80F02"/>
    <w:rsid w:val="00D8411B"/>
    <w:rsid w:val="00D84566"/>
    <w:rsid w:val="00D85E5A"/>
    <w:rsid w:val="00D8704C"/>
    <w:rsid w:val="00D87531"/>
    <w:rsid w:val="00D876B8"/>
    <w:rsid w:val="00D90788"/>
    <w:rsid w:val="00D915B4"/>
    <w:rsid w:val="00D9237E"/>
    <w:rsid w:val="00D9699D"/>
    <w:rsid w:val="00DA0430"/>
    <w:rsid w:val="00DA1753"/>
    <w:rsid w:val="00DA3D07"/>
    <w:rsid w:val="00DA47E2"/>
    <w:rsid w:val="00DA6C41"/>
    <w:rsid w:val="00DA764B"/>
    <w:rsid w:val="00DA78C8"/>
    <w:rsid w:val="00DA7C6A"/>
    <w:rsid w:val="00DA7FF2"/>
    <w:rsid w:val="00DB10C8"/>
    <w:rsid w:val="00DB1F5C"/>
    <w:rsid w:val="00DB351E"/>
    <w:rsid w:val="00DB4845"/>
    <w:rsid w:val="00DB4C8C"/>
    <w:rsid w:val="00DB5EB6"/>
    <w:rsid w:val="00DB5F4F"/>
    <w:rsid w:val="00DC18DE"/>
    <w:rsid w:val="00DC3E9E"/>
    <w:rsid w:val="00DC4DB4"/>
    <w:rsid w:val="00DC50C8"/>
    <w:rsid w:val="00DC6593"/>
    <w:rsid w:val="00DC736B"/>
    <w:rsid w:val="00DC7CFB"/>
    <w:rsid w:val="00DD0032"/>
    <w:rsid w:val="00DD0EB3"/>
    <w:rsid w:val="00DD5970"/>
    <w:rsid w:val="00DD5BAD"/>
    <w:rsid w:val="00DD62A8"/>
    <w:rsid w:val="00DD6AA1"/>
    <w:rsid w:val="00DD71BE"/>
    <w:rsid w:val="00DE0DB3"/>
    <w:rsid w:val="00DE157A"/>
    <w:rsid w:val="00DE3FA5"/>
    <w:rsid w:val="00DE65D7"/>
    <w:rsid w:val="00DF0EC4"/>
    <w:rsid w:val="00DF478A"/>
    <w:rsid w:val="00DF4DDE"/>
    <w:rsid w:val="00DF5672"/>
    <w:rsid w:val="00DF7D35"/>
    <w:rsid w:val="00E0052F"/>
    <w:rsid w:val="00E00773"/>
    <w:rsid w:val="00E00B47"/>
    <w:rsid w:val="00E00F25"/>
    <w:rsid w:val="00E017C4"/>
    <w:rsid w:val="00E01CDF"/>
    <w:rsid w:val="00E02F18"/>
    <w:rsid w:val="00E03CB3"/>
    <w:rsid w:val="00E05026"/>
    <w:rsid w:val="00E0692A"/>
    <w:rsid w:val="00E06AD5"/>
    <w:rsid w:val="00E071ED"/>
    <w:rsid w:val="00E10851"/>
    <w:rsid w:val="00E10F96"/>
    <w:rsid w:val="00E11E9B"/>
    <w:rsid w:val="00E12650"/>
    <w:rsid w:val="00E140F2"/>
    <w:rsid w:val="00E143A1"/>
    <w:rsid w:val="00E14FB5"/>
    <w:rsid w:val="00E23570"/>
    <w:rsid w:val="00E24CE3"/>
    <w:rsid w:val="00E25E35"/>
    <w:rsid w:val="00E266AA"/>
    <w:rsid w:val="00E266D2"/>
    <w:rsid w:val="00E27E68"/>
    <w:rsid w:val="00E317EF"/>
    <w:rsid w:val="00E33079"/>
    <w:rsid w:val="00E335DA"/>
    <w:rsid w:val="00E33949"/>
    <w:rsid w:val="00E34889"/>
    <w:rsid w:val="00E35345"/>
    <w:rsid w:val="00E36304"/>
    <w:rsid w:val="00E42F36"/>
    <w:rsid w:val="00E43FAA"/>
    <w:rsid w:val="00E443A4"/>
    <w:rsid w:val="00E445DF"/>
    <w:rsid w:val="00E4472C"/>
    <w:rsid w:val="00E44FF7"/>
    <w:rsid w:val="00E468ED"/>
    <w:rsid w:val="00E511EE"/>
    <w:rsid w:val="00E5252B"/>
    <w:rsid w:val="00E52A0D"/>
    <w:rsid w:val="00E537AC"/>
    <w:rsid w:val="00E5397C"/>
    <w:rsid w:val="00E5494F"/>
    <w:rsid w:val="00E54B53"/>
    <w:rsid w:val="00E5592E"/>
    <w:rsid w:val="00E5742C"/>
    <w:rsid w:val="00E57CDF"/>
    <w:rsid w:val="00E6034B"/>
    <w:rsid w:val="00E61410"/>
    <w:rsid w:val="00E6291C"/>
    <w:rsid w:val="00E62925"/>
    <w:rsid w:val="00E62D4B"/>
    <w:rsid w:val="00E63CDC"/>
    <w:rsid w:val="00E63E51"/>
    <w:rsid w:val="00E65070"/>
    <w:rsid w:val="00E668C0"/>
    <w:rsid w:val="00E7089E"/>
    <w:rsid w:val="00E7103B"/>
    <w:rsid w:val="00E712EF"/>
    <w:rsid w:val="00E71E7A"/>
    <w:rsid w:val="00E72335"/>
    <w:rsid w:val="00E758D1"/>
    <w:rsid w:val="00E75D14"/>
    <w:rsid w:val="00E76758"/>
    <w:rsid w:val="00E769F2"/>
    <w:rsid w:val="00E76F1E"/>
    <w:rsid w:val="00E77B76"/>
    <w:rsid w:val="00E80A14"/>
    <w:rsid w:val="00E81638"/>
    <w:rsid w:val="00E833DF"/>
    <w:rsid w:val="00E8477B"/>
    <w:rsid w:val="00E857E8"/>
    <w:rsid w:val="00E86197"/>
    <w:rsid w:val="00E863AE"/>
    <w:rsid w:val="00E874B9"/>
    <w:rsid w:val="00E9319D"/>
    <w:rsid w:val="00E93347"/>
    <w:rsid w:val="00E949E3"/>
    <w:rsid w:val="00E9699C"/>
    <w:rsid w:val="00E97B51"/>
    <w:rsid w:val="00EA10F3"/>
    <w:rsid w:val="00EA16CF"/>
    <w:rsid w:val="00EA21A6"/>
    <w:rsid w:val="00EA4DB0"/>
    <w:rsid w:val="00EA6986"/>
    <w:rsid w:val="00EA7C11"/>
    <w:rsid w:val="00EB2115"/>
    <w:rsid w:val="00EB2F86"/>
    <w:rsid w:val="00EB3B9F"/>
    <w:rsid w:val="00EB4D9C"/>
    <w:rsid w:val="00EB6802"/>
    <w:rsid w:val="00EC0511"/>
    <w:rsid w:val="00EC25C4"/>
    <w:rsid w:val="00EC2935"/>
    <w:rsid w:val="00ED0F54"/>
    <w:rsid w:val="00ED1122"/>
    <w:rsid w:val="00ED14E6"/>
    <w:rsid w:val="00ED3A22"/>
    <w:rsid w:val="00ED762E"/>
    <w:rsid w:val="00EE0A3D"/>
    <w:rsid w:val="00EE2834"/>
    <w:rsid w:val="00EE5DDB"/>
    <w:rsid w:val="00EF12A0"/>
    <w:rsid w:val="00EF1CEB"/>
    <w:rsid w:val="00EF2E79"/>
    <w:rsid w:val="00EF512E"/>
    <w:rsid w:val="00EF51B6"/>
    <w:rsid w:val="00EF602B"/>
    <w:rsid w:val="00EF7AC3"/>
    <w:rsid w:val="00F0114D"/>
    <w:rsid w:val="00F01D91"/>
    <w:rsid w:val="00F02CF3"/>
    <w:rsid w:val="00F02E3B"/>
    <w:rsid w:val="00F02EB7"/>
    <w:rsid w:val="00F04437"/>
    <w:rsid w:val="00F047A4"/>
    <w:rsid w:val="00F05B29"/>
    <w:rsid w:val="00F1540A"/>
    <w:rsid w:val="00F15BB1"/>
    <w:rsid w:val="00F176C1"/>
    <w:rsid w:val="00F17D72"/>
    <w:rsid w:val="00F17DFD"/>
    <w:rsid w:val="00F17FDE"/>
    <w:rsid w:val="00F21E89"/>
    <w:rsid w:val="00F22A54"/>
    <w:rsid w:val="00F23E3D"/>
    <w:rsid w:val="00F24EF1"/>
    <w:rsid w:val="00F2614B"/>
    <w:rsid w:val="00F2639C"/>
    <w:rsid w:val="00F30153"/>
    <w:rsid w:val="00F303B4"/>
    <w:rsid w:val="00F33746"/>
    <w:rsid w:val="00F33853"/>
    <w:rsid w:val="00F34A74"/>
    <w:rsid w:val="00F34F06"/>
    <w:rsid w:val="00F37480"/>
    <w:rsid w:val="00F374EB"/>
    <w:rsid w:val="00F37F28"/>
    <w:rsid w:val="00F40551"/>
    <w:rsid w:val="00F40A3D"/>
    <w:rsid w:val="00F41B1D"/>
    <w:rsid w:val="00F41F53"/>
    <w:rsid w:val="00F42FE1"/>
    <w:rsid w:val="00F4358A"/>
    <w:rsid w:val="00F45BC7"/>
    <w:rsid w:val="00F5177F"/>
    <w:rsid w:val="00F53FC7"/>
    <w:rsid w:val="00F552BF"/>
    <w:rsid w:val="00F6399D"/>
    <w:rsid w:val="00F64695"/>
    <w:rsid w:val="00F64B18"/>
    <w:rsid w:val="00F64C85"/>
    <w:rsid w:val="00F655E8"/>
    <w:rsid w:val="00F658A2"/>
    <w:rsid w:val="00F672EC"/>
    <w:rsid w:val="00F712A5"/>
    <w:rsid w:val="00F71AAA"/>
    <w:rsid w:val="00F71EF6"/>
    <w:rsid w:val="00F728E4"/>
    <w:rsid w:val="00F73FDB"/>
    <w:rsid w:val="00F754D4"/>
    <w:rsid w:val="00F763E0"/>
    <w:rsid w:val="00F77254"/>
    <w:rsid w:val="00F77A52"/>
    <w:rsid w:val="00F80004"/>
    <w:rsid w:val="00F806E3"/>
    <w:rsid w:val="00F823DB"/>
    <w:rsid w:val="00F83759"/>
    <w:rsid w:val="00F85702"/>
    <w:rsid w:val="00F90F94"/>
    <w:rsid w:val="00F91EBF"/>
    <w:rsid w:val="00F9262C"/>
    <w:rsid w:val="00F92B33"/>
    <w:rsid w:val="00F939C0"/>
    <w:rsid w:val="00F9458F"/>
    <w:rsid w:val="00F97606"/>
    <w:rsid w:val="00F97608"/>
    <w:rsid w:val="00F977A0"/>
    <w:rsid w:val="00FA0580"/>
    <w:rsid w:val="00FA32D6"/>
    <w:rsid w:val="00FA7154"/>
    <w:rsid w:val="00FA77F2"/>
    <w:rsid w:val="00FB0DBD"/>
    <w:rsid w:val="00FB1199"/>
    <w:rsid w:val="00FB508B"/>
    <w:rsid w:val="00FB50C1"/>
    <w:rsid w:val="00FB6678"/>
    <w:rsid w:val="00FB69A6"/>
    <w:rsid w:val="00FB7CCB"/>
    <w:rsid w:val="00FC0E2A"/>
    <w:rsid w:val="00FC0EEA"/>
    <w:rsid w:val="00FC15D2"/>
    <w:rsid w:val="00FC17C4"/>
    <w:rsid w:val="00FC21F5"/>
    <w:rsid w:val="00FC2E45"/>
    <w:rsid w:val="00FC398F"/>
    <w:rsid w:val="00FC3DBB"/>
    <w:rsid w:val="00FC41AE"/>
    <w:rsid w:val="00FC4A89"/>
    <w:rsid w:val="00FC67CD"/>
    <w:rsid w:val="00FC6A40"/>
    <w:rsid w:val="00FC6F68"/>
    <w:rsid w:val="00FC74CF"/>
    <w:rsid w:val="00FC7B79"/>
    <w:rsid w:val="00FD0FAA"/>
    <w:rsid w:val="00FD2D7A"/>
    <w:rsid w:val="00FD3A6F"/>
    <w:rsid w:val="00FD3D6C"/>
    <w:rsid w:val="00FD46AD"/>
    <w:rsid w:val="00FD5928"/>
    <w:rsid w:val="00FD5F05"/>
    <w:rsid w:val="00FD7CD8"/>
    <w:rsid w:val="00FE01D6"/>
    <w:rsid w:val="00FE05D5"/>
    <w:rsid w:val="00FE0EEE"/>
    <w:rsid w:val="00FE30AD"/>
    <w:rsid w:val="00FE3340"/>
    <w:rsid w:val="00FE3C8C"/>
    <w:rsid w:val="00FE4A27"/>
    <w:rsid w:val="00FE69C3"/>
    <w:rsid w:val="00FE7472"/>
    <w:rsid w:val="00FF2E0E"/>
    <w:rsid w:val="00FF34A3"/>
    <w:rsid w:val="00FF3F13"/>
    <w:rsid w:val="00FF50F6"/>
    <w:rsid w:val="00FF73B6"/>
    <w:rsid w:val="00FF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45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044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408</Words>
  <Characters>2327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Шимбалёва Надежда Ивановна</dc:creator>
  <cp:keywords/>
  <dc:description/>
  <cp:lastModifiedBy>ChernyhNV</cp:lastModifiedBy>
  <cp:revision>3</cp:revision>
  <dcterms:created xsi:type="dcterms:W3CDTF">2016-09-27T06:24:00Z</dcterms:created>
  <dcterms:modified xsi:type="dcterms:W3CDTF">2017-07-11T09:33:00Z</dcterms:modified>
</cp:coreProperties>
</file>